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A048C6" w:rsidRPr="00A048C6" w14:paraId="729DBB93" w14:textId="77777777" w:rsidTr="00327F8C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70ECA05E" w14:textId="75A5E508" w:rsidR="00A048C6" w:rsidRPr="00A048C6" w:rsidRDefault="00A048C6" w:rsidP="00A048C6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40D134C7" w14:textId="77777777" w:rsidR="00A048C6" w:rsidRPr="00A048C6" w:rsidRDefault="00A048C6" w:rsidP="00A048C6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34E28F3C" w14:textId="77777777" w:rsidR="00A048C6" w:rsidRPr="00A048C6" w:rsidRDefault="00A048C6" w:rsidP="00A048C6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048C6">
              <w:rPr>
                <w:rFonts w:eastAsia="Times New Roman" w:cs="Times New Roman"/>
                <w:szCs w:val="24"/>
                <w:lang w:eastAsia="ru-RU"/>
              </w:rPr>
              <w:t>УТВЕРЖДАЮ</w:t>
            </w:r>
          </w:p>
        </w:tc>
      </w:tr>
      <w:tr w:rsidR="00A048C6" w:rsidRPr="00A048C6" w14:paraId="1FE81A5C" w14:textId="77777777" w:rsidTr="00327F8C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1BA6D9E9" w14:textId="78504C47" w:rsidR="00A048C6" w:rsidRPr="00A048C6" w:rsidRDefault="00A048C6" w:rsidP="00A048C6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6B026FE5" w14:textId="77777777" w:rsidR="00A048C6" w:rsidRPr="00A048C6" w:rsidRDefault="00A048C6" w:rsidP="00A048C6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578BA37E" w14:textId="4A041985" w:rsidR="00A048C6" w:rsidRPr="00A048C6" w:rsidRDefault="006C0B9A" w:rsidP="00A048C6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Главный инженер</w:t>
            </w:r>
          </w:p>
          <w:p w14:paraId="230C09FE" w14:textId="77777777" w:rsidR="00A048C6" w:rsidRPr="00A048C6" w:rsidRDefault="00A048C6" w:rsidP="00A048C6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048C6">
              <w:rPr>
                <w:rFonts w:eastAsia="Times New Roman" w:cs="Times New Roman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A048C6" w:rsidRPr="00A048C6" w14:paraId="74FF97CF" w14:textId="77777777" w:rsidTr="006C0B9A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14:paraId="26480108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35C5FEE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14:paraId="79D906FF" w14:textId="3B8B410B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15EE672A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F879EA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586A0708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9CB603" w14:textId="37DE2E4B" w:rsidR="00A048C6" w:rsidRPr="00A048C6" w:rsidRDefault="006C0B9A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Тельбухов А.О.</w:t>
            </w:r>
          </w:p>
        </w:tc>
      </w:tr>
      <w:tr w:rsidR="00A048C6" w:rsidRPr="00A048C6" w14:paraId="16359F02" w14:textId="77777777" w:rsidTr="006C0B9A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14:paraId="0C6FD0D2" w14:textId="2686B96E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" w:type="dxa"/>
            <w:shd w:val="clear" w:color="auto" w:fill="auto"/>
          </w:tcPr>
          <w:p w14:paraId="38AABC11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08FD9F5D" w14:textId="684B2992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</w:tcPr>
          <w:p w14:paraId="04D75555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3F1473D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048C6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A46D330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3A20C516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048C6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A048C6" w:rsidRPr="00A048C6" w14:paraId="09DBC128" w14:textId="77777777" w:rsidTr="006C0B9A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2221C42E" w14:textId="7ACFF822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vAlign w:val="bottom"/>
          </w:tcPr>
          <w:p w14:paraId="046FD1E3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50D39548" w14:textId="0B3B3E41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9" w:type="dxa"/>
            <w:shd w:val="clear" w:color="auto" w:fill="auto"/>
            <w:vAlign w:val="bottom"/>
          </w:tcPr>
          <w:p w14:paraId="6012BE40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14:paraId="4A1987F3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508141EE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9CB1A56" w14:textId="19848050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4FBE04AC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7C61380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048C6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E6E740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79423C3E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048C6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7D0E06FD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F0A7A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0DB1B9D3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327C69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048C6">
              <w:rPr>
                <w:rFonts w:eastAsia="Times New Roman" w:cs="Times New Roman"/>
                <w:szCs w:val="24"/>
                <w:lang w:eastAsia="ru-RU"/>
              </w:rPr>
              <w:t>2023 г.</w:t>
            </w:r>
          </w:p>
        </w:tc>
      </w:tr>
    </w:tbl>
    <w:p w14:paraId="4E8DDC7E" w14:textId="4273303E" w:rsidR="00A048C6" w:rsidRDefault="00A048C6" w:rsidP="00E46CFF">
      <w:pPr>
        <w:jc w:val="center"/>
      </w:pPr>
    </w:p>
    <w:p w14:paraId="580E90C4" w14:textId="41D48BAA" w:rsidR="00E46CFF" w:rsidRDefault="00E46CFF" w:rsidP="00E46CFF">
      <w:pPr>
        <w:jc w:val="center"/>
      </w:pPr>
    </w:p>
    <w:p w14:paraId="11FED825" w14:textId="77777777" w:rsidR="00E46CFF" w:rsidRPr="00E46CFF" w:rsidRDefault="00E46CFF" w:rsidP="00E46CFF">
      <w:pPr>
        <w:jc w:val="center"/>
      </w:pPr>
      <w:bookmarkStart w:id="0" w:name="_GoBack"/>
      <w:bookmarkEnd w:id="0"/>
    </w:p>
    <w:p w14:paraId="3C67347B" w14:textId="5AD6CA91" w:rsidR="0095782B" w:rsidRPr="004B028C" w:rsidRDefault="00191E88" w:rsidP="00151BE4">
      <w:pPr>
        <w:jc w:val="center"/>
        <w:rPr>
          <w:b/>
          <w:bCs/>
        </w:rPr>
      </w:pPr>
      <w:r w:rsidRPr="00191E88">
        <w:rPr>
          <w:b/>
          <w:bCs/>
        </w:rPr>
        <w:t>Календарный график выполнения работ</w:t>
      </w:r>
    </w:p>
    <w:p w14:paraId="599BFC9A" w14:textId="77777777" w:rsidR="006C0B9A" w:rsidRDefault="006C0B9A" w:rsidP="006C0B9A">
      <w:pPr>
        <w:jc w:val="center"/>
      </w:pPr>
      <w:r>
        <w:t>на оказание услуг</w:t>
      </w:r>
    </w:p>
    <w:p w14:paraId="503694E8" w14:textId="77777777" w:rsidR="006C0B9A" w:rsidRPr="003E3429" w:rsidRDefault="006C0B9A" w:rsidP="006C0B9A">
      <w:pPr>
        <w:jc w:val="center"/>
        <w:rPr>
          <w:b/>
        </w:rPr>
      </w:pPr>
      <w:r w:rsidRPr="003E3429">
        <w:rPr>
          <w:b/>
        </w:rPr>
        <w:t>«Проведение экспертизы промышленной безопасности здания Ондской ГЭС и здания Напорного бассейна»</w:t>
      </w:r>
    </w:p>
    <w:p w14:paraId="444678EE" w14:textId="688BE34D" w:rsidR="004B028C" w:rsidRDefault="004B028C" w:rsidP="004B028C">
      <w:pPr>
        <w:jc w:val="center"/>
      </w:pPr>
    </w:p>
    <w:p w14:paraId="5E551512" w14:textId="4438FE9F" w:rsidR="00AF62D5" w:rsidRDefault="00AF62D5" w:rsidP="004B028C">
      <w:pPr>
        <w:jc w:val="center"/>
      </w:pPr>
    </w:p>
    <w:tbl>
      <w:tblPr>
        <w:tblStyle w:val="a4"/>
        <w:tblW w:w="0" w:type="auto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245"/>
        <w:gridCol w:w="1768"/>
        <w:gridCol w:w="1769"/>
      </w:tblGrid>
      <w:tr w:rsidR="00151BE4" w14:paraId="7A4FFF95" w14:textId="77777777" w:rsidTr="00A048C6">
        <w:tc>
          <w:tcPr>
            <w:tcW w:w="562" w:type="dxa"/>
            <w:vAlign w:val="center"/>
          </w:tcPr>
          <w:p w14:paraId="7644CCF0" w14:textId="21FF839F" w:rsidR="00151BE4" w:rsidRDefault="00151BE4" w:rsidP="00151BE4">
            <w:pPr>
              <w:ind w:firstLine="0"/>
              <w:jc w:val="center"/>
            </w:pPr>
            <w:r>
              <w:t>№ п\п</w:t>
            </w:r>
          </w:p>
        </w:tc>
        <w:tc>
          <w:tcPr>
            <w:tcW w:w="5245" w:type="dxa"/>
            <w:vAlign w:val="center"/>
          </w:tcPr>
          <w:p w14:paraId="48771CAE" w14:textId="046E603C" w:rsidR="00151BE4" w:rsidRDefault="00151BE4" w:rsidP="00151BE4">
            <w:pPr>
              <w:ind w:firstLine="0"/>
              <w:jc w:val="center"/>
            </w:pPr>
            <w:r>
              <w:t>Наименование этапа работ</w:t>
            </w:r>
          </w:p>
        </w:tc>
        <w:tc>
          <w:tcPr>
            <w:tcW w:w="1768" w:type="dxa"/>
            <w:vAlign w:val="center"/>
          </w:tcPr>
          <w:p w14:paraId="1C94250A" w14:textId="196E9EFD" w:rsidR="00151BE4" w:rsidRDefault="00151BE4" w:rsidP="008F06BE">
            <w:pPr>
              <w:ind w:firstLine="0"/>
              <w:jc w:val="center"/>
            </w:pPr>
            <w:r>
              <w:t>Дата начала этапа</w:t>
            </w:r>
          </w:p>
        </w:tc>
        <w:tc>
          <w:tcPr>
            <w:tcW w:w="1769" w:type="dxa"/>
            <w:vAlign w:val="center"/>
          </w:tcPr>
          <w:p w14:paraId="7A5DC4B3" w14:textId="3ADB746C" w:rsidR="00151BE4" w:rsidRDefault="00151BE4" w:rsidP="008F06BE">
            <w:pPr>
              <w:ind w:firstLine="0"/>
              <w:jc w:val="center"/>
            </w:pPr>
            <w:r>
              <w:t>Дата окончания этапа</w:t>
            </w:r>
          </w:p>
        </w:tc>
      </w:tr>
      <w:tr w:rsidR="00151BE4" w:rsidRPr="00151BE4" w14:paraId="5265689B" w14:textId="77777777" w:rsidTr="00A048C6">
        <w:tc>
          <w:tcPr>
            <w:tcW w:w="562" w:type="dxa"/>
          </w:tcPr>
          <w:p w14:paraId="750A79BD" w14:textId="33E50E8C" w:rsidR="00151BE4" w:rsidRPr="00151BE4" w:rsidRDefault="00151BE4" w:rsidP="00151BE4">
            <w:pPr>
              <w:ind w:firstLine="0"/>
              <w:jc w:val="center"/>
              <w:rPr>
                <w:sz w:val="16"/>
                <w:szCs w:val="16"/>
              </w:rPr>
            </w:pPr>
            <w:r w:rsidRPr="00151BE4">
              <w:rPr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14:paraId="2DED3788" w14:textId="756BE500" w:rsidR="00151BE4" w:rsidRPr="00151BE4" w:rsidRDefault="00151BE4" w:rsidP="00151BE4">
            <w:pPr>
              <w:ind w:firstLine="0"/>
              <w:jc w:val="center"/>
              <w:rPr>
                <w:sz w:val="16"/>
                <w:szCs w:val="16"/>
              </w:rPr>
            </w:pPr>
            <w:r w:rsidRPr="00151BE4">
              <w:rPr>
                <w:sz w:val="16"/>
                <w:szCs w:val="16"/>
              </w:rPr>
              <w:t>2</w:t>
            </w:r>
          </w:p>
        </w:tc>
        <w:tc>
          <w:tcPr>
            <w:tcW w:w="1768" w:type="dxa"/>
            <w:vAlign w:val="center"/>
          </w:tcPr>
          <w:p w14:paraId="0078173B" w14:textId="473D3087" w:rsidR="00151BE4" w:rsidRPr="00151BE4" w:rsidRDefault="00151BE4" w:rsidP="008F06BE">
            <w:pPr>
              <w:ind w:firstLine="0"/>
              <w:jc w:val="center"/>
              <w:rPr>
                <w:sz w:val="16"/>
                <w:szCs w:val="16"/>
              </w:rPr>
            </w:pPr>
            <w:r w:rsidRPr="00151BE4">
              <w:rPr>
                <w:sz w:val="16"/>
                <w:szCs w:val="16"/>
              </w:rPr>
              <w:t>3</w:t>
            </w:r>
          </w:p>
        </w:tc>
        <w:tc>
          <w:tcPr>
            <w:tcW w:w="1769" w:type="dxa"/>
            <w:vAlign w:val="center"/>
          </w:tcPr>
          <w:p w14:paraId="1A1FD61A" w14:textId="117B8AE1" w:rsidR="00151BE4" w:rsidRPr="00151BE4" w:rsidRDefault="00151BE4" w:rsidP="008F06BE">
            <w:pPr>
              <w:ind w:firstLine="0"/>
              <w:jc w:val="center"/>
              <w:rPr>
                <w:sz w:val="16"/>
                <w:szCs w:val="16"/>
              </w:rPr>
            </w:pPr>
            <w:r w:rsidRPr="00151BE4">
              <w:rPr>
                <w:sz w:val="16"/>
                <w:szCs w:val="16"/>
              </w:rPr>
              <w:t>4</w:t>
            </w:r>
          </w:p>
        </w:tc>
      </w:tr>
      <w:tr w:rsidR="00191E88" w14:paraId="693A07A1" w14:textId="77777777" w:rsidTr="006C0B9A">
        <w:tc>
          <w:tcPr>
            <w:tcW w:w="562" w:type="dxa"/>
          </w:tcPr>
          <w:p w14:paraId="2FBF653C" w14:textId="0E08DCDF" w:rsidR="00191E88" w:rsidRDefault="006C0B9A" w:rsidP="006C0B9A">
            <w:pPr>
              <w:ind w:firstLine="0"/>
              <w:jc w:val="center"/>
            </w:pPr>
            <w:r>
              <w:t>1</w:t>
            </w:r>
          </w:p>
        </w:tc>
        <w:tc>
          <w:tcPr>
            <w:tcW w:w="5245" w:type="dxa"/>
            <w:vAlign w:val="center"/>
          </w:tcPr>
          <w:p w14:paraId="5C9B7441" w14:textId="429D7F62" w:rsidR="00191E88" w:rsidRDefault="006C0B9A" w:rsidP="008F06BE">
            <w:pPr>
              <w:ind w:firstLine="0"/>
              <w:jc w:val="left"/>
            </w:pPr>
            <w:r w:rsidRPr="006C0B9A">
              <w:t>Проведение экспертизы промышленной безопасности здания Ондской ГЭС и здания Напорного бассейна</w:t>
            </w:r>
          </w:p>
        </w:tc>
        <w:tc>
          <w:tcPr>
            <w:tcW w:w="1768" w:type="dxa"/>
            <w:vAlign w:val="center"/>
          </w:tcPr>
          <w:p w14:paraId="52C7CA10" w14:textId="43BDA166" w:rsidR="00191E88" w:rsidRDefault="00191E88" w:rsidP="008F06BE">
            <w:pPr>
              <w:ind w:firstLine="0"/>
              <w:jc w:val="center"/>
            </w:pPr>
            <w:r>
              <w:t>с даты подписания</w:t>
            </w:r>
          </w:p>
        </w:tc>
        <w:tc>
          <w:tcPr>
            <w:tcW w:w="1769" w:type="dxa"/>
            <w:vAlign w:val="center"/>
          </w:tcPr>
          <w:p w14:paraId="559FA998" w14:textId="5172EC4B" w:rsidR="00191E88" w:rsidRDefault="006C0B9A" w:rsidP="006C0B9A">
            <w:pPr>
              <w:ind w:firstLine="0"/>
              <w:jc w:val="center"/>
            </w:pPr>
            <w:r>
              <w:rPr>
                <w:rFonts w:eastAsia="Calibri"/>
                <w:szCs w:val="24"/>
              </w:rPr>
              <w:t>18</w:t>
            </w:r>
            <w:r w:rsidR="00191E88" w:rsidRPr="00C66FC2">
              <w:rPr>
                <w:rFonts w:eastAsia="Calibri"/>
                <w:szCs w:val="24"/>
              </w:rPr>
              <w:t>.0</w:t>
            </w:r>
            <w:r w:rsidR="00191E88">
              <w:rPr>
                <w:rFonts w:eastAsia="Calibri"/>
                <w:szCs w:val="24"/>
              </w:rPr>
              <w:t>3</w:t>
            </w:r>
            <w:r w:rsidR="00191E88" w:rsidRPr="00C66FC2">
              <w:rPr>
                <w:rFonts w:eastAsia="Calibri"/>
                <w:szCs w:val="24"/>
              </w:rPr>
              <w:t>.2023</w:t>
            </w:r>
            <w:r w:rsidR="00191E88">
              <w:rPr>
                <w:rFonts w:eastAsia="Calibri"/>
                <w:szCs w:val="24"/>
              </w:rPr>
              <w:t xml:space="preserve"> </w:t>
            </w:r>
            <w:r w:rsidR="00191E88" w:rsidRPr="00C66FC2">
              <w:rPr>
                <w:rFonts w:eastAsia="Calibri"/>
                <w:szCs w:val="24"/>
              </w:rPr>
              <w:t>г.</w:t>
            </w:r>
          </w:p>
        </w:tc>
      </w:tr>
    </w:tbl>
    <w:p w14:paraId="2D39040B" w14:textId="7F5CE4EC" w:rsidR="003734DA" w:rsidRDefault="003734DA" w:rsidP="003734DA">
      <w:pPr>
        <w:tabs>
          <w:tab w:val="left" w:pos="1418"/>
        </w:tabs>
      </w:pPr>
    </w:p>
    <w:p w14:paraId="29C72427" w14:textId="56C5266C" w:rsidR="003734DA" w:rsidRDefault="003734DA" w:rsidP="003734DA">
      <w:pPr>
        <w:tabs>
          <w:tab w:val="left" w:pos="1418"/>
        </w:tabs>
      </w:pPr>
    </w:p>
    <w:p w14:paraId="645FDEA4" w14:textId="4CED1883" w:rsidR="00A048C6" w:rsidRDefault="00A048C6" w:rsidP="003734DA">
      <w:pPr>
        <w:tabs>
          <w:tab w:val="left" w:pos="1418"/>
        </w:tabs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A048C6" w:rsidRPr="00A048C6" w14:paraId="29E0BA0D" w14:textId="77777777" w:rsidTr="00327F8C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FD48C7" w14:textId="7BBBE2A6" w:rsidR="00A048C6" w:rsidRPr="00A048C6" w:rsidRDefault="006C0B9A" w:rsidP="006C0B9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C0B9A">
              <w:rPr>
                <w:rFonts w:eastAsia="Times New Roman" w:cs="Times New Roman"/>
                <w:szCs w:val="24"/>
                <w:lang w:eastAsia="ru-RU"/>
              </w:rPr>
              <w:t>Инженер по эксплуатации ГТС</w:t>
            </w:r>
            <w:r w:rsidR="00A048C6" w:rsidRPr="00A048C6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5ADDC811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5122D9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08B29D2D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447F9E" w14:textId="31CC84A1" w:rsidR="00A048C6" w:rsidRPr="00A048C6" w:rsidRDefault="006C0B9A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Тихонов А.С.</w:t>
            </w:r>
          </w:p>
        </w:tc>
      </w:tr>
      <w:tr w:rsidR="00A048C6" w:rsidRPr="00A048C6" w14:paraId="4CE098CB" w14:textId="77777777" w:rsidTr="00327F8C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14:paraId="2D4E3C8C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048C6">
              <w:rPr>
                <w:rFonts w:eastAsia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14:paraId="2D7586B3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14:paraId="10BD5194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048C6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49EF585B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14:paraId="7E1D80BC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048C6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</w:tbl>
    <w:p w14:paraId="3D83609D" w14:textId="77777777" w:rsidR="003734DA" w:rsidRDefault="003734DA" w:rsidP="00A048C6">
      <w:pPr>
        <w:tabs>
          <w:tab w:val="left" w:pos="1418"/>
        </w:tabs>
      </w:pPr>
    </w:p>
    <w:sectPr w:rsidR="003734DA" w:rsidSect="00A048C6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559B6"/>
    <w:multiLevelType w:val="hybridMultilevel"/>
    <w:tmpl w:val="B53C5C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4B"/>
    <w:rsid w:val="00001F3B"/>
    <w:rsid w:val="000115A6"/>
    <w:rsid w:val="00063AD0"/>
    <w:rsid w:val="00076974"/>
    <w:rsid w:val="000825EE"/>
    <w:rsid w:val="0008689A"/>
    <w:rsid w:val="000A54E6"/>
    <w:rsid w:val="000B3090"/>
    <w:rsid w:val="000C42EB"/>
    <w:rsid w:val="001122D0"/>
    <w:rsid w:val="00136CE0"/>
    <w:rsid w:val="00151BE4"/>
    <w:rsid w:val="00153B8F"/>
    <w:rsid w:val="0017370C"/>
    <w:rsid w:val="00175D73"/>
    <w:rsid w:val="00191E88"/>
    <w:rsid w:val="001C4CAA"/>
    <w:rsid w:val="0020537A"/>
    <w:rsid w:val="0020671D"/>
    <w:rsid w:val="00213888"/>
    <w:rsid w:val="00230EF2"/>
    <w:rsid w:val="00253270"/>
    <w:rsid w:val="0027680F"/>
    <w:rsid w:val="002D2C30"/>
    <w:rsid w:val="002F0AF6"/>
    <w:rsid w:val="003465EB"/>
    <w:rsid w:val="003734DA"/>
    <w:rsid w:val="00387708"/>
    <w:rsid w:val="003947D7"/>
    <w:rsid w:val="003A1435"/>
    <w:rsid w:val="003D3541"/>
    <w:rsid w:val="003E5462"/>
    <w:rsid w:val="00405EF7"/>
    <w:rsid w:val="00406A3E"/>
    <w:rsid w:val="0041136B"/>
    <w:rsid w:val="00423916"/>
    <w:rsid w:val="00451931"/>
    <w:rsid w:val="004715BD"/>
    <w:rsid w:val="00487581"/>
    <w:rsid w:val="0048762A"/>
    <w:rsid w:val="004A0A4F"/>
    <w:rsid w:val="004A52F4"/>
    <w:rsid w:val="004B028C"/>
    <w:rsid w:val="0051799D"/>
    <w:rsid w:val="00560808"/>
    <w:rsid w:val="00580CD7"/>
    <w:rsid w:val="005C5BFA"/>
    <w:rsid w:val="005E5834"/>
    <w:rsid w:val="005E6AA6"/>
    <w:rsid w:val="005F678D"/>
    <w:rsid w:val="006061B1"/>
    <w:rsid w:val="006871D3"/>
    <w:rsid w:val="006C0B9A"/>
    <w:rsid w:val="00780138"/>
    <w:rsid w:val="00782709"/>
    <w:rsid w:val="007E1C5D"/>
    <w:rsid w:val="008014B8"/>
    <w:rsid w:val="00824C4B"/>
    <w:rsid w:val="008B7D21"/>
    <w:rsid w:val="008F06BE"/>
    <w:rsid w:val="00905089"/>
    <w:rsid w:val="009225A1"/>
    <w:rsid w:val="0092428B"/>
    <w:rsid w:val="0095782B"/>
    <w:rsid w:val="00A048C6"/>
    <w:rsid w:val="00A328EF"/>
    <w:rsid w:val="00A40B60"/>
    <w:rsid w:val="00A46420"/>
    <w:rsid w:val="00A62EE0"/>
    <w:rsid w:val="00A65564"/>
    <w:rsid w:val="00A87458"/>
    <w:rsid w:val="00AF62D5"/>
    <w:rsid w:val="00B177AE"/>
    <w:rsid w:val="00B34E73"/>
    <w:rsid w:val="00B51DA8"/>
    <w:rsid w:val="00B52BCD"/>
    <w:rsid w:val="00B76BEB"/>
    <w:rsid w:val="00B83EAC"/>
    <w:rsid w:val="00B91203"/>
    <w:rsid w:val="00B97371"/>
    <w:rsid w:val="00BB03F5"/>
    <w:rsid w:val="00BB4C14"/>
    <w:rsid w:val="00BD494E"/>
    <w:rsid w:val="00C54417"/>
    <w:rsid w:val="00C54C4B"/>
    <w:rsid w:val="00C61511"/>
    <w:rsid w:val="00C81A82"/>
    <w:rsid w:val="00CB1705"/>
    <w:rsid w:val="00CB63C1"/>
    <w:rsid w:val="00CE1A41"/>
    <w:rsid w:val="00CE4388"/>
    <w:rsid w:val="00D10F53"/>
    <w:rsid w:val="00D16E0C"/>
    <w:rsid w:val="00D24AA2"/>
    <w:rsid w:val="00D44AF6"/>
    <w:rsid w:val="00D44C22"/>
    <w:rsid w:val="00D63F69"/>
    <w:rsid w:val="00D733A2"/>
    <w:rsid w:val="00DA754F"/>
    <w:rsid w:val="00DE18AA"/>
    <w:rsid w:val="00DF49A8"/>
    <w:rsid w:val="00DF5D04"/>
    <w:rsid w:val="00E036C9"/>
    <w:rsid w:val="00E265C5"/>
    <w:rsid w:val="00E36210"/>
    <w:rsid w:val="00E3683A"/>
    <w:rsid w:val="00E46CFF"/>
    <w:rsid w:val="00E4733B"/>
    <w:rsid w:val="00E5334B"/>
    <w:rsid w:val="00E6547B"/>
    <w:rsid w:val="00ED0EE7"/>
    <w:rsid w:val="00ED643C"/>
    <w:rsid w:val="00EE3112"/>
    <w:rsid w:val="00F21E95"/>
    <w:rsid w:val="00F36FAD"/>
    <w:rsid w:val="00F63DE3"/>
    <w:rsid w:val="00F87C69"/>
    <w:rsid w:val="00F954BD"/>
    <w:rsid w:val="00FB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22CD"/>
  <w15:chartTrackingRefBased/>
  <w15:docId w15:val="{984BC1F3-DCAF-4068-B526-A1B590D9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CE1"/>
    <w:pPr>
      <w:ind w:left="720"/>
      <w:contextualSpacing/>
    </w:pPr>
  </w:style>
  <w:style w:type="table" w:styleId="a4">
    <w:name w:val="Table Grid"/>
    <w:basedOn w:val="a1"/>
    <w:uiPriority w:val="39"/>
    <w:rsid w:val="004A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27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27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39"/>
    <w:rsid w:val="00A048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86</cp:revision>
  <dcterms:created xsi:type="dcterms:W3CDTF">2022-07-28T13:55:00Z</dcterms:created>
  <dcterms:modified xsi:type="dcterms:W3CDTF">2023-01-24T05:17:00Z</dcterms:modified>
</cp:coreProperties>
</file>