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17289D9D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4" w:name="_GoBack"/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bookmarkEnd w:id="4"/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openxmlformats.org/package/2006/metadata/core-properties"/>
    <ds:schemaRef ds:uri="30e719df-8a88-48c9-b375-63b80a03932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E09E454-64B7-47DE-8976-ADFEECED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Konstantinova Olga</cp:lastModifiedBy>
  <cp:revision>2</cp:revision>
  <dcterms:created xsi:type="dcterms:W3CDTF">2022-11-15T08:30:00Z</dcterms:created>
  <dcterms:modified xsi:type="dcterms:W3CDTF">2022-11-15T08:30:00Z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